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0603B9" w14:textId="496FAE60" w:rsidR="003639DB" w:rsidRPr="003639DB" w:rsidRDefault="008B1A2C" w:rsidP="003639DB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bookmarkStart w:id="0" w:name="_Hlk166487252"/>
      <w:r w:rsidR="00946D81" w:rsidRPr="00946D81">
        <w:rPr>
          <w:b/>
          <w:color w:val="FF5200" w:themeColor="accent2"/>
          <w:sz w:val="36"/>
          <w:szCs w:val="36"/>
        </w:rPr>
        <w:t xml:space="preserve">Testovací a programovací prostředek pro </w:t>
      </w:r>
      <w:proofErr w:type="spellStart"/>
      <w:r w:rsidR="00946D81" w:rsidRPr="00946D81">
        <w:rPr>
          <w:b/>
          <w:color w:val="FF5200" w:themeColor="accent2"/>
          <w:sz w:val="36"/>
          <w:szCs w:val="36"/>
        </w:rPr>
        <w:t>Eurobalízy</w:t>
      </w:r>
      <w:bookmarkEnd w:id="0"/>
      <w:proofErr w:type="spellEnd"/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3639DB" w:rsidRPr="003639D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12533/2024-SŽ-OŘ BNO-NPI</w:t>
      </w:r>
    </w:p>
    <w:p w14:paraId="523FE11F" w14:textId="469F4AD1" w:rsidR="008B1A2C" w:rsidRDefault="008B1A2C" w:rsidP="00B87D91">
      <w:pPr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bookmarkStart w:id="1" w:name="_GoBack"/>
      <w:bookmarkEnd w:id="1"/>
    </w:p>
    <w:p w14:paraId="60554D78" w14:textId="77777777" w:rsidR="002C455B" w:rsidRPr="00B87D91" w:rsidRDefault="002C455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3639D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3639D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3639D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3639D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3639DB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2" w:name="_Toc166222065"/>
      <w:r>
        <w:lastRenderedPageBreak/>
        <w:t>Základní údaje k nabídce</w:t>
      </w:r>
      <w:bookmarkEnd w:id="2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639D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639D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3" w:name="_Toc166222066"/>
      <w:r>
        <w:lastRenderedPageBreak/>
        <w:t>Ceník</w:t>
      </w:r>
      <w:bookmarkEnd w:id="3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4" w:name="_Toc166222067"/>
      <w:r w:rsidRPr="006E5C6C">
        <w:lastRenderedPageBreak/>
        <w:t>Čestné prohlášení o splnění</w:t>
      </w:r>
      <w:r w:rsidRPr="006E5C6C">
        <w:br/>
        <w:t>základní způsobilosti</w:t>
      </w:r>
      <w:bookmarkEnd w:id="4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5" w:name="_Toc1662220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5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6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6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7" w:name="_Toc1662220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7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C455B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39DB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6D81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CA949-8D04-4CE6-9486-BFA5738A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245</TotalTime>
  <Pages>7</Pages>
  <Words>1152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Petříček Roman, Ing.</cp:lastModifiedBy>
  <cp:revision>43</cp:revision>
  <cp:lastPrinted>2023-10-05T09:40:00Z</cp:lastPrinted>
  <dcterms:created xsi:type="dcterms:W3CDTF">2023-08-21T11:49:00Z</dcterms:created>
  <dcterms:modified xsi:type="dcterms:W3CDTF">2024-05-23T13:35:00Z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